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9B0A8" w14:textId="77777777" w:rsidR="00FC232A" w:rsidRPr="00742C52" w:rsidRDefault="00FC232A" w:rsidP="00742C52">
      <w:pPr>
        <w:rPr>
          <w:sz w:val="22"/>
          <w:szCs w:val="22"/>
        </w:rPr>
      </w:pPr>
    </w:p>
    <w:p w14:paraId="0129B63C" w14:textId="5541E94F" w:rsidR="00DF19FF" w:rsidRPr="00DF19FF" w:rsidRDefault="00DF19FF" w:rsidP="00DF19FF">
      <w:pPr>
        <w:rPr>
          <w:rFonts w:cs="Arial"/>
          <w:color w:val="000000"/>
          <w:sz w:val="22"/>
        </w:rPr>
      </w:pPr>
      <w:bookmarkStart w:id="0" w:name="_Hlk159230922"/>
      <w:r w:rsidRPr="00DF19FF">
        <w:rPr>
          <w:rFonts w:cs="Arial"/>
          <w:b/>
          <w:sz w:val="22"/>
        </w:rPr>
        <w:t>Transpordiamet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  <w:t xml:space="preserve">Meie: </w:t>
      </w:r>
      <w:r w:rsidR="00CF73A9">
        <w:rPr>
          <w:rFonts w:cs="Arial"/>
          <w:color w:val="000000"/>
          <w:sz w:val="22"/>
        </w:rPr>
        <w:t>17</w:t>
      </w:r>
      <w:r w:rsidR="00B418EA">
        <w:rPr>
          <w:rFonts w:cs="Arial"/>
          <w:color w:val="000000"/>
          <w:sz w:val="22"/>
        </w:rPr>
        <w:t>.06</w:t>
      </w:r>
      <w:r w:rsidRPr="00DF19FF">
        <w:rPr>
          <w:rFonts w:cs="Arial"/>
          <w:color w:val="000000"/>
          <w:sz w:val="22"/>
        </w:rPr>
        <w:t>.202</w:t>
      </w:r>
      <w:r>
        <w:rPr>
          <w:rFonts w:cs="Arial"/>
          <w:color w:val="000000"/>
          <w:sz w:val="22"/>
        </w:rPr>
        <w:t>4</w:t>
      </w:r>
      <w:r w:rsidRPr="00DF19FF">
        <w:rPr>
          <w:rFonts w:cs="Arial"/>
          <w:color w:val="000000"/>
          <w:sz w:val="22"/>
        </w:rPr>
        <w:t xml:space="preserve"> nr JV-MAA-1/</w:t>
      </w:r>
      <w:r w:rsidR="00B418EA">
        <w:rPr>
          <w:rFonts w:cs="Arial"/>
          <w:color w:val="000000"/>
          <w:sz w:val="22"/>
        </w:rPr>
        <w:t>3</w:t>
      </w:r>
      <w:r w:rsidR="00CF73A9">
        <w:rPr>
          <w:rFonts w:cs="Arial"/>
          <w:color w:val="000000"/>
          <w:sz w:val="22"/>
        </w:rPr>
        <w:t>348</w:t>
      </w:r>
    </w:p>
    <w:p w14:paraId="3840C263" w14:textId="77777777" w:rsidR="00DF19FF" w:rsidRDefault="001510A0" w:rsidP="00DF19FF">
      <w:pPr>
        <w:rPr>
          <w:rFonts w:cs="Arial"/>
          <w:color w:val="000000"/>
          <w:sz w:val="22"/>
        </w:rPr>
      </w:pPr>
      <w:hyperlink r:id="rId10" w:history="1">
        <w:r w:rsidR="00DF19FF"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="00DF19FF" w:rsidRPr="00DF19FF">
        <w:rPr>
          <w:rFonts w:cs="Arial"/>
          <w:color w:val="000000"/>
          <w:sz w:val="22"/>
        </w:rPr>
        <w:t xml:space="preserve"> </w:t>
      </w:r>
    </w:p>
    <w:p w14:paraId="0CCAD238" w14:textId="77777777" w:rsidR="00DF19FF" w:rsidRPr="00DF19FF" w:rsidRDefault="00DF19FF" w:rsidP="00DF19FF">
      <w:pPr>
        <w:rPr>
          <w:rFonts w:cs="Arial"/>
          <w:color w:val="000000"/>
          <w:sz w:val="22"/>
        </w:rPr>
      </w:pPr>
    </w:p>
    <w:p w14:paraId="41EDD3FB" w14:textId="77777777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color w:val="FF0000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B2E35" w:rsidRPr="000B2E35" w14:paraId="50B7BD01" w14:textId="77777777" w:rsidTr="00640C8E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2D4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1D9037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D66EF48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0F66B15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876DADE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02B7797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53BBF67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CEC09F4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3646BFBD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336974A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056E5B8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B2E35" w:rsidRPr="000B2E35" w14:paraId="591266AA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DA9E44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F6547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B2E35" w:rsidRPr="000B2E35" w14:paraId="5E12A1CE" w14:textId="77777777" w:rsidTr="00640C8E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F96C03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8B18A4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B2E35" w:rsidRPr="000B2E35" w14:paraId="436BFFA5" w14:textId="77777777" w:rsidTr="00640C8E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637C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bookmarkStart w:id="1" w:name="_Hlk38622158" w:colFirst="1" w:colLast="1"/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4267BE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bookmarkEnd w:id="1"/>
      <w:tr w:rsidR="000B2E35" w:rsidRPr="000B2E35" w14:paraId="1480DA9E" w14:textId="77777777" w:rsidTr="00640C8E">
        <w:trPr>
          <w:trHeight w:val="61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B35A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7864A44" w14:textId="7F1A8D9D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 w:rsidR="007558C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 w:rsidR="004F75D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75DC038B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3441</w:t>
            </w:r>
          </w:p>
        </w:tc>
      </w:tr>
      <w:tr w:rsidR="000B2E35" w:rsidRPr="000B2E35" w14:paraId="1BADA9C2" w14:textId="77777777" w:rsidTr="00640C8E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2E4FA143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EA5437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B2E35" w:rsidRPr="000B2E35" w14:paraId="3ED274E8" w14:textId="77777777" w:rsidTr="00640C8E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705640E7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04DE6C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1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2DD59C7E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6E15DA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B2E35" w:rsidRPr="000B2E35" w14:paraId="55E096B0" w14:textId="77777777" w:rsidTr="00640C8E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ADBCCC3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D4B1E92" w14:textId="72DA8E4E" w:rsidR="000B2E35" w:rsidRPr="000B2E35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4F75DF">
              <w:rPr>
                <w:rFonts w:ascii="Calibri" w:eastAsia="Calibri" w:hAnsi="Calibri"/>
                <w:sz w:val="22"/>
                <w:szCs w:val="22"/>
                <w:lang w:val="et-EE"/>
              </w:rPr>
              <w:t>ga liitumisühendus</w:t>
            </w:r>
          </w:p>
        </w:tc>
      </w:tr>
      <w:tr w:rsidR="000B2E35" w:rsidRPr="000B2E35" w14:paraId="66288C6B" w14:textId="77777777" w:rsidTr="00640C8E">
        <w:trPr>
          <w:trHeight w:val="272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401BB00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B967" w14:textId="77777777" w:rsidR="000B2E35" w:rsidRPr="000B2E35" w:rsidRDefault="000B2E35" w:rsidP="000B2E35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B2E35" w:rsidRPr="000B2E35" w14:paraId="502EF152" w14:textId="77777777" w:rsidTr="00640C8E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FC335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8109607" w14:textId="77777777" w:rsidR="000B2E35" w:rsidRPr="000B2E35" w:rsidRDefault="000B2E35" w:rsidP="000B2E35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43E9DC81" w14:textId="6ECC044D" w:rsidR="00CB6338" w:rsidRPr="00CB6338" w:rsidRDefault="000B2E35" w:rsidP="00CB633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</w:t>
            </w:r>
            <w:r w:rsid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IP6800 „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CB6338"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OÜ </w:t>
            </w:r>
            <w:proofErr w:type="spellStart"/>
            <w:r w:rsidR="00CB6338"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Ovipro</w:t>
            </w:r>
            <w:proofErr w:type="spellEnd"/>
            <w:r w:rsidR="00CB6338"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töö nr E23-2 </w:t>
            </w:r>
          </w:p>
          <w:p w14:paraId="0F587937" w14:textId="6DE7561B" w:rsidR="000B2E35" w:rsidRPr="000B2E35" w:rsidRDefault="00CB6338" w:rsidP="00CB6338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„Rukkilille tn DP ala elektriliitumine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proofErr w:type="spellStart"/>
            <w:r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Kolga</w:t>
            </w:r>
            <w:proofErr w:type="spellEnd"/>
            <w:r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küla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Nõo vald</w:t>
            </w:r>
            <w:r w:rsidRPr="00CB633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“.</w:t>
            </w:r>
          </w:p>
        </w:tc>
      </w:tr>
      <w:tr w:rsidR="000B2E35" w:rsidRPr="000B2E35" w14:paraId="57CB9149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CB56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EA33B10" w14:textId="3A83ECC2" w:rsidR="00797B52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koostaja 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D53A64">
              <w:rPr>
                <w:rFonts w:ascii="Calibri" w:eastAsia="Calibri" w:hAnsi="Calibri"/>
                <w:sz w:val="22"/>
                <w:szCs w:val="22"/>
                <w:lang w:val="et-EE"/>
              </w:rPr>
              <w:t>Ivo Rohula</w:t>
            </w:r>
          </w:p>
          <w:p w14:paraId="1AF8D9E3" w14:textId="0087484F" w:rsidR="000B2E35" w:rsidRPr="000B2E35" w:rsidRDefault="00D53A64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Ovipro</w:t>
            </w:r>
            <w:proofErr w:type="spellEnd"/>
            <w:r w:rsidR="003029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="000B2E35"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OÜ</w:t>
            </w:r>
          </w:p>
        </w:tc>
      </w:tr>
      <w:tr w:rsidR="000B2E35" w:rsidRPr="000B2E35" w14:paraId="624821DA" w14:textId="77777777" w:rsidTr="00640C8E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183B9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47720C1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49307011" w14:textId="39F792A5" w:rsidR="000B2E35" w:rsidRPr="000B2E35" w:rsidRDefault="00D53A64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53A64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27.02.2024 nr 7.1-2/24/3174-2</w:t>
            </w:r>
          </w:p>
        </w:tc>
      </w:tr>
      <w:tr w:rsidR="000B2E35" w:rsidRPr="000B2E35" w14:paraId="6FD7BA3E" w14:textId="77777777" w:rsidTr="00640C8E">
        <w:trPr>
          <w:trHeight w:val="312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4794B2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492024BD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12E49B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7CED044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41891FF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0985B7A" w14:textId="149DA46A" w:rsidR="000B2E35" w:rsidRPr="00F94DB4" w:rsidRDefault="000B2E35" w:rsidP="00E75115">
            <w:pPr>
              <w:numPr>
                <w:ilvl w:val="0"/>
                <w:numId w:val="8"/>
              </w:num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KOORMATAVA</w:t>
            </w:r>
            <w:r w:rsid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Pr="00F94DB4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RIIGITEE ANDMED </w:t>
            </w:r>
          </w:p>
          <w:p w14:paraId="3FFA2146" w14:textId="77777777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DB5EFB" w14:textId="2928952F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Nimetus ja number:</w:t>
            </w:r>
            <w:r w:rsidRPr="000B2E35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Riigitee nr. 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22180 Nõo-Kambja</w:t>
            </w:r>
            <w:r w:rsidR="00CC7052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tee</w:t>
            </w:r>
          </w:p>
        </w:tc>
      </w:tr>
      <w:tr w:rsidR="000B2E35" w:rsidRPr="000B2E35" w14:paraId="208D758F" w14:textId="77777777" w:rsidTr="00640C8E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10CE7D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FF6A207" w14:textId="1E929993" w:rsid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Katastritunnus: 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52801:011:0105</w:t>
            </w:r>
          </w:p>
          <w:p w14:paraId="19CE75E4" w14:textId="5A21A6D0" w:rsidR="009612E0" w:rsidRPr="000B2E35" w:rsidRDefault="009612E0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Katastriüksuse nim</w:t>
            </w:r>
            <w:r w:rsidR="00BF064F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22180 Nõo-Kambja</w:t>
            </w:r>
            <w:r w:rsidR="00C47436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tee</w:t>
            </w:r>
          </w:p>
        </w:tc>
      </w:tr>
      <w:tr w:rsidR="000B2E35" w:rsidRPr="000B2E35" w14:paraId="26771BB6" w14:textId="77777777" w:rsidTr="00640C8E">
        <w:trPr>
          <w:trHeight w:val="378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3BE98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13D0A4" w14:textId="62FFE904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Kinnistu registriosa number:</w:t>
            </w:r>
            <w:r w:rsidR="0026543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5703950</w:t>
            </w:r>
          </w:p>
          <w:p w14:paraId="7438147E" w14:textId="52D38038" w:rsidR="000B2E35" w:rsidRPr="000B2E35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Riigi kinnisvara objekti kood KV</w:t>
            </w:r>
            <w:r w:rsid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11820</w:t>
            </w:r>
          </w:p>
        </w:tc>
      </w:tr>
      <w:tr w:rsidR="000B2E35" w:rsidRPr="000B2E35" w14:paraId="183466C3" w14:textId="77777777" w:rsidTr="00640C8E">
        <w:trPr>
          <w:trHeight w:val="45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6EEB5C" w14:textId="77777777" w:rsidR="000B2E35" w:rsidRPr="000B2E35" w:rsidRDefault="000B2E35" w:rsidP="000B2E35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804E2" w14:textId="77777777" w:rsidR="000B2E35" w:rsidRPr="0086202A" w:rsidRDefault="000B2E35" w:rsidP="000B2E35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POS 1: elektri maakaabelliini rajamiseks</w:t>
            </w:r>
          </w:p>
          <w:p w14:paraId="49F0317C" w14:textId="4453F63F" w:rsidR="000B2E35" w:rsidRPr="0086202A" w:rsidRDefault="000B2E35" w:rsidP="000B2E35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 w:rsidRPr="0086202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Ruumikuju andmed: PARI ID </w:t>
            </w:r>
            <w:r w:rsid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196700</w:t>
            </w:r>
          </w:p>
          <w:p w14:paraId="1AF64CEB" w14:textId="49BBAA56" w:rsidR="00C450D5" w:rsidRDefault="007A06C1" w:rsidP="007A06C1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  <w:hyperlink r:id="rId12" w:history="1">
              <w:r w:rsidRPr="00F05055">
                <w:rPr>
                  <w:rStyle w:val="Hyperlink"/>
                  <w:rFonts w:ascii="Times New Roman" w:eastAsia="Calibri" w:hAnsi="Times New Roman"/>
                  <w:i/>
                  <w:iCs/>
                  <w:sz w:val="22"/>
                  <w:szCs w:val="22"/>
                  <w:lang w:val="et-EE"/>
                </w:rPr>
                <w:t>https://pari.kataster.ee/magic-link/f7576892-d109-46bb-b524-7e219d64910f</w:t>
              </w:r>
            </w:hyperlink>
          </w:p>
          <w:p w14:paraId="61E48E4F" w14:textId="44C6F83C" w:rsidR="007A06C1" w:rsidRPr="000B2E35" w:rsidRDefault="007A06C1" w:rsidP="007A06C1">
            <w:pPr>
              <w:jc w:val="both"/>
              <w:rPr>
                <w:rFonts w:ascii="Times New Roman" w:eastAsia="Calibri" w:hAnsi="Times New Roman"/>
                <w:i/>
                <w:iCs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973871" w:rsidRPr="000B2E35" w14:paraId="4C3B237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56F632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C2FAE35" w14:textId="731DBC6B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Elektrilevi OÜ</w:t>
            </w:r>
          </w:p>
        </w:tc>
      </w:tr>
      <w:tr w:rsidR="00973871" w:rsidRPr="000B2E35" w14:paraId="3957A1EC" w14:textId="77777777" w:rsidTr="00640C8E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CD2C2F" w14:textId="77777777" w:rsidR="00973871" w:rsidRPr="000B2E35" w:rsidRDefault="00973871" w:rsidP="00973871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24BC46" w14:textId="5F28B8F2" w:rsidR="00973871" w:rsidRPr="007C2737" w:rsidRDefault="00973871" w:rsidP="0097387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Isikliku kasutusõiguse seadmise plaan</w:t>
            </w:r>
            <w:r w:rsidR="007C2737" w:rsidRPr="007C2737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ja kooskõlastus</w:t>
            </w:r>
          </w:p>
        </w:tc>
      </w:tr>
      <w:bookmarkEnd w:id="0"/>
    </w:tbl>
    <w:p w14:paraId="478347FC" w14:textId="77777777" w:rsidR="00C450D5" w:rsidRDefault="00C450D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24635D68" w14:textId="75DD57EE" w:rsidR="000B2E35" w:rsidRPr="000B2E35" w:rsidRDefault="000B2E35" w:rsidP="000B2E35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0B2E35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7E312A4E" w14:textId="1D1E1C85" w:rsidR="00077D32" w:rsidRPr="00742C52" w:rsidRDefault="00C47436" w:rsidP="000B2E35">
      <w:pPr>
        <w:rPr>
          <w:sz w:val="22"/>
          <w:szCs w:val="22"/>
        </w:rPr>
      </w:pPr>
      <w:r>
        <w:rPr>
          <w:rFonts w:ascii="Times New Roman" w:eastAsia="Calibri" w:hAnsi="Times New Roman"/>
          <w:sz w:val="22"/>
          <w:szCs w:val="22"/>
          <w:lang w:val="et-EE"/>
        </w:rPr>
        <w:t>/allkirjastatud digitaalselt/</w:t>
      </w:r>
    </w:p>
    <w:sectPr w:rsidR="00077D32" w:rsidRPr="00742C52" w:rsidSect="00B03FC9">
      <w:headerReference w:type="first" r:id="rId13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2F89" w14:textId="77777777" w:rsidR="00B03FC9" w:rsidRDefault="00B03FC9">
      <w:r>
        <w:separator/>
      </w:r>
    </w:p>
  </w:endnote>
  <w:endnote w:type="continuationSeparator" w:id="0">
    <w:p w14:paraId="5DDC153D" w14:textId="77777777" w:rsidR="00B03FC9" w:rsidRDefault="00B03FC9">
      <w:r>
        <w:continuationSeparator/>
      </w:r>
    </w:p>
  </w:endnote>
  <w:endnote w:type="continuationNotice" w:id="1">
    <w:p w14:paraId="0E36B2BC" w14:textId="77777777" w:rsidR="00B03FC9" w:rsidRDefault="00B03F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22E42" w14:textId="77777777" w:rsidR="00B03FC9" w:rsidRDefault="00B03FC9">
      <w:r>
        <w:separator/>
      </w:r>
    </w:p>
  </w:footnote>
  <w:footnote w:type="continuationSeparator" w:id="0">
    <w:p w14:paraId="39C1B5B8" w14:textId="77777777" w:rsidR="00B03FC9" w:rsidRDefault="00B03FC9">
      <w:r>
        <w:continuationSeparator/>
      </w:r>
    </w:p>
  </w:footnote>
  <w:footnote w:type="continuationNotice" w:id="1">
    <w:p w14:paraId="60E3D53E" w14:textId="77777777" w:rsidR="00B03FC9" w:rsidRDefault="00B03F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69C73" w14:textId="44FCFC6A" w:rsidR="006736DE" w:rsidRDefault="00077D3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1495006" wp14:editId="3EC27486">
          <wp:simplePos x="0" y="0"/>
          <wp:positionH relativeFrom="margin">
            <wp:align>right</wp:align>
          </wp:positionH>
          <wp:positionV relativeFrom="paragraph">
            <wp:posOffset>164465</wp:posOffset>
          </wp:positionV>
          <wp:extent cx="1947545" cy="887095"/>
          <wp:effectExtent l="0" t="0" r="0" b="0"/>
          <wp:wrapNone/>
          <wp:docPr id="3" name="Picture 3" descr="elektrile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lektrilev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2631"/>
    <w:multiLevelType w:val="hybridMultilevel"/>
    <w:tmpl w:val="7E1A260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12B5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1B53799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3DD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758B2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47D6B"/>
    <w:multiLevelType w:val="multilevel"/>
    <w:tmpl w:val="B0AC416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7" w15:restartNumberingAfterBreak="0">
    <w:nsid w:val="3D093A60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8" w15:restartNumberingAfterBreak="0">
    <w:nsid w:val="454534C9"/>
    <w:multiLevelType w:val="hybridMultilevel"/>
    <w:tmpl w:val="3BDE43D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659E9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0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BCC677B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7D1B79"/>
    <w:multiLevelType w:val="multilevel"/>
    <w:tmpl w:val="5890E43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3" w15:restartNumberingAfterBreak="0">
    <w:nsid w:val="5FE1143C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14" w15:restartNumberingAfterBreak="0">
    <w:nsid w:val="60696A6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10657"/>
    <w:multiLevelType w:val="multilevel"/>
    <w:tmpl w:val="E0E0AE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29C3AB3"/>
    <w:multiLevelType w:val="multilevel"/>
    <w:tmpl w:val="495A9A5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abstractNum w:abstractNumId="17" w15:restartNumberingAfterBreak="0">
    <w:nsid w:val="629D7D99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4C2000"/>
    <w:multiLevelType w:val="multilevel"/>
    <w:tmpl w:val="9E34DB3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D035E7E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CC3C61"/>
    <w:multiLevelType w:val="multilevel"/>
    <w:tmpl w:val="F16AF9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2" w15:restartNumberingAfterBreak="0">
    <w:nsid w:val="79D41B0B"/>
    <w:multiLevelType w:val="multilevel"/>
    <w:tmpl w:val="5630E2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36" w:hanging="1440"/>
      </w:pPr>
      <w:rPr>
        <w:rFonts w:hint="default"/>
      </w:rPr>
    </w:lvl>
  </w:abstractNum>
  <w:num w:numId="1" w16cid:durableId="1853059836">
    <w:abstractNumId w:val="10"/>
  </w:num>
  <w:num w:numId="2" w16cid:durableId="1539471610">
    <w:abstractNumId w:val="10"/>
  </w:num>
  <w:num w:numId="3" w16cid:durableId="1211846081">
    <w:abstractNumId w:val="10"/>
  </w:num>
  <w:num w:numId="4" w16cid:durableId="274946052">
    <w:abstractNumId w:val="10"/>
  </w:num>
  <w:num w:numId="5" w16cid:durableId="656153406">
    <w:abstractNumId w:val="10"/>
  </w:num>
  <w:num w:numId="6" w16cid:durableId="11607285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2052906">
    <w:abstractNumId w:val="3"/>
  </w:num>
  <w:num w:numId="8" w16cid:durableId="705328597">
    <w:abstractNumId w:val="8"/>
  </w:num>
  <w:num w:numId="9" w16cid:durableId="1474911736">
    <w:abstractNumId w:val="8"/>
  </w:num>
  <w:num w:numId="10" w16cid:durableId="739207277">
    <w:abstractNumId w:val="2"/>
  </w:num>
  <w:num w:numId="11" w16cid:durableId="2106614588">
    <w:abstractNumId w:val="14"/>
  </w:num>
  <w:num w:numId="12" w16cid:durableId="794061551">
    <w:abstractNumId w:val="4"/>
  </w:num>
  <w:num w:numId="13" w16cid:durableId="1783837735">
    <w:abstractNumId w:val="5"/>
  </w:num>
  <w:num w:numId="14" w16cid:durableId="620768946">
    <w:abstractNumId w:val="11"/>
  </w:num>
  <w:num w:numId="15" w16cid:durableId="499539151">
    <w:abstractNumId w:val="17"/>
  </w:num>
  <w:num w:numId="16" w16cid:durableId="2039315259">
    <w:abstractNumId w:val="13"/>
  </w:num>
  <w:num w:numId="17" w16cid:durableId="1694267086">
    <w:abstractNumId w:val="1"/>
  </w:num>
  <w:num w:numId="18" w16cid:durableId="1146514459">
    <w:abstractNumId w:val="12"/>
  </w:num>
  <w:num w:numId="19" w16cid:durableId="475418451">
    <w:abstractNumId w:val="15"/>
  </w:num>
  <w:num w:numId="20" w16cid:durableId="1295208846">
    <w:abstractNumId w:val="0"/>
  </w:num>
  <w:num w:numId="21" w16cid:durableId="917642241">
    <w:abstractNumId w:val="7"/>
  </w:num>
  <w:num w:numId="22" w16cid:durableId="1481069265">
    <w:abstractNumId w:val="19"/>
  </w:num>
  <w:num w:numId="23" w16cid:durableId="456529935">
    <w:abstractNumId w:val="9"/>
  </w:num>
  <w:num w:numId="24" w16cid:durableId="617299870">
    <w:abstractNumId w:val="21"/>
  </w:num>
  <w:num w:numId="25" w16cid:durableId="285697969">
    <w:abstractNumId w:val="16"/>
  </w:num>
  <w:num w:numId="26" w16cid:durableId="1667780873">
    <w:abstractNumId w:val="18"/>
  </w:num>
  <w:num w:numId="27" w16cid:durableId="1163743337">
    <w:abstractNumId w:val="22"/>
  </w:num>
  <w:num w:numId="28" w16cid:durableId="12352441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7A8D"/>
    <w:rsid w:val="00077D32"/>
    <w:rsid w:val="000903E8"/>
    <w:rsid w:val="000908E8"/>
    <w:rsid w:val="000943C7"/>
    <w:rsid w:val="000B2E35"/>
    <w:rsid w:val="000B3CE2"/>
    <w:rsid w:val="000B417F"/>
    <w:rsid w:val="000B4850"/>
    <w:rsid w:val="00131D0A"/>
    <w:rsid w:val="00143561"/>
    <w:rsid w:val="00146F8F"/>
    <w:rsid w:val="00156A2F"/>
    <w:rsid w:val="00161456"/>
    <w:rsid w:val="001618AE"/>
    <w:rsid w:val="0017684B"/>
    <w:rsid w:val="001918BD"/>
    <w:rsid w:val="0019253D"/>
    <w:rsid w:val="001A0C3A"/>
    <w:rsid w:val="001B4370"/>
    <w:rsid w:val="001E324A"/>
    <w:rsid w:val="00211D2D"/>
    <w:rsid w:val="00215382"/>
    <w:rsid w:val="00251F87"/>
    <w:rsid w:val="002569F2"/>
    <w:rsid w:val="00265430"/>
    <w:rsid w:val="002701D0"/>
    <w:rsid w:val="002726A3"/>
    <w:rsid w:val="002A798D"/>
    <w:rsid w:val="002D2C76"/>
    <w:rsid w:val="002D4D27"/>
    <w:rsid w:val="002E0EF7"/>
    <w:rsid w:val="0030294F"/>
    <w:rsid w:val="0033388C"/>
    <w:rsid w:val="00335CBC"/>
    <w:rsid w:val="003551E2"/>
    <w:rsid w:val="00357C22"/>
    <w:rsid w:val="00382D66"/>
    <w:rsid w:val="003A0ECE"/>
    <w:rsid w:val="003B0D86"/>
    <w:rsid w:val="003C3108"/>
    <w:rsid w:val="003D0A93"/>
    <w:rsid w:val="003D57ED"/>
    <w:rsid w:val="003F5996"/>
    <w:rsid w:val="00442D2B"/>
    <w:rsid w:val="004455FC"/>
    <w:rsid w:val="00454AD8"/>
    <w:rsid w:val="00470107"/>
    <w:rsid w:val="00482DEA"/>
    <w:rsid w:val="00491AD7"/>
    <w:rsid w:val="004D1D70"/>
    <w:rsid w:val="004F75DF"/>
    <w:rsid w:val="005015D7"/>
    <w:rsid w:val="0050379B"/>
    <w:rsid w:val="00532D2F"/>
    <w:rsid w:val="005572A4"/>
    <w:rsid w:val="00582590"/>
    <w:rsid w:val="005A217D"/>
    <w:rsid w:val="005A75B8"/>
    <w:rsid w:val="005C24D9"/>
    <w:rsid w:val="005E2103"/>
    <w:rsid w:val="005F4CAF"/>
    <w:rsid w:val="005F5A08"/>
    <w:rsid w:val="00605B27"/>
    <w:rsid w:val="00625192"/>
    <w:rsid w:val="00627953"/>
    <w:rsid w:val="00640C8E"/>
    <w:rsid w:val="006466E4"/>
    <w:rsid w:val="00660072"/>
    <w:rsid w:val="006736DE"/>
    <w:rsid w:val="00674CE7"/>
    <w:rsid w:val="00690323"/>
    <w:rsid w:val="006B28B7"/>
    <w:rsid w:val="006C22B1"/>
    <w:rsid w:val="006C4838"/>
    <w:rsid w:val="006F34A3"/>
    <w:rsid w:val="006F595A"/>
    <w:rsid w:val="00703BCB"/>
    <w:rsid w:val="00726860"/>
    <w:rsid w:val="00735051"/>
    <w:rsid w:val="00742C52"/>
    <w:rsid w:val="0074688B"/>
    <w:rsid w:val="007558CE"/>
    <w:rsid w:val="0077377F"/>
    <w:rsid w:val="0078503D"/>
    <w:rsid w:val="00785BC4"/>
    <w:rsid w:val="007870BE"/>
    <w:rsid w:val="00797B52"/>
    <w:rsid w:val="007A06C1"/>
    <w:rsid w:val="007A21F0"/>
    <w:rsid w:val="007A5E5F"/>
    <w:rsid w:val="007C2737"/>
    <w:rsid w:val="007E637D"/>
    <w:rsid w:val="008250FC"/>
    <w:rsid w:val="0082604D"/>
    <w:rsid w:val="0086202A"/>
    <w:rsid w:val="00867D35"/>
    <w:rsid w:val="0087462B"/>
    <w:rsid w:val="0087587A"/>
    <w:rsid w:val="00887289"/>
    <w:rsid w:val="00897B9A"/>
    <w:rsid w:val="008A4D13"/>
    <w:rsid w:val="008E65B3"/>
    <w:rsid w:val="008F2A05"/>
    <w:rsid w:val="008F713B"/>
    <w:rsid w:val="00907E24"/>
    <w:rsid w:val="0092028B"/>
    <w:rsid w:val="00930BE5"/>
    <w:rsid w:val="00940144"/>
    <w:rsid w:val="009612E0"/>
    <w:rsid w:val="00962202"/>
    <w:rsid w:val="00973871"/>
    <w:rsid w:val="00995F05"/>
    <w:rsid w:val="009D38F3"/>
    <w:rsid w:val="009D42CB"/>
    <w:rsid w:val="009D7D3A"/>
    <w:rsid w:val="009E181A"/>
    <w:rsid w:val="009E7E2A"/>
    <w:rsid w:val="00A250BE"/>
    <w:rsid w:val="00A27416"/>
    <w:rsid w:val="00A33A60"/>
    <w:rsid w:val="00A43A3D"/>
    <w:rsid w:val="00A65739"/>
    <w:rsid w:val="00A832DA"/>
    <w:rsid w:val="00AD0AB0"/>
    <w:rsid w:val="00AE1639"/>
    <w:rsid w:val="00B03FC9"/>
    <w:rsid w:val="00B060FD"/>
    <w:rsid w:val="00B33174"/>
    <w:rsid w:val="00B33B98"/>
    <w:rsid w:val="00B418EA"/>
    <w:rsid w:val="00B521C3"/>
    <w:rsid w:val="00BA17B3"/>
    <w:rsid w:val="00BC2385"/>
    <w:rsid w:val="00BC62D7"/>
    <w:rsid w:val="00BF064F"/>
    <w:rsid w:val="00BF0E4C"/>
    <w:rsid w:val="00C0020C"/>
    <w:rsid w:val="00C04347"/>
    <w:rsid w:val="00C34030"/>
    <w:rsid w:val="00C40448"/>
    <w:rsid w:val="00C4140E"/>
    <w:rsid w:val="00C450D5"/>
    <w:rsid w:val="00C47436"/>
    <w:rsid w:val="00C4762C"/>
    <w:rsid w:val="00C50A9A"/>
    <w:rsid w:val="00C53640"/>
    <w:rsid w:val="00C84B10"/>
    <w:rsid w:val="00C86912"/>
    <w:rsid w:val="00C95ABD"/>
    <w:rsid w:val="00C966E8"/>
    <w:rsid w:val="00CB31D7"/>
    <w:rsid w:val="00CB41F4"/>
    <w:rsid w:val="00CB6338"/>
    <w:rsid w:val="00CC5443"/>
    <w:rsid w:val="00CC7052"/>
    <w:rsid w:val="00CE24E4"/>
    <w:rsid w:val="00CE5616"/>
    <w:rsid w:val="00CF73A9"/>
    <w:rsid w:val="00D24041"/>
    <w:rsid w:val="00D25D80"/>
    <w:rsid w:val="00D266EA"/>
    <w:rsid w:val="00D31BD2"/>
    <w:rsid w:val="00D4458D"/>
    <w:rsid w:val="00D453AE"/>
    <w:rsid w:val="00D53A64"/>
    <w:rsid w:val="00D75086"/>
    <w:rsid w:val="00D85382"/>
    <w:rsid w:val="00D94E00"/>
    <w:rsid w:val="00DA1B61"/>
    <w:rsid w:val="00DB17D9"/>
    <w:rsid w:val="00DC2830"/>
    <w:rsid w:val="00DD3288"/>
    <w:rsid w:val="00DF19FF"/>
    <w:rsid w:val="00E27A09"/>
    <w:rsid w:val="00E366A1"/>
    <w:rsid w:val="00E47970"/>
    <w:rsid w:val="00E6200E"/>
    <w:rsid w:val="00E73B2A"/>
    <w:rsid w:val="00EA1691"/>
    <w:rsid w:val="00EB79F8"/>
    <w:rsid w:val="00EC1493"/>
    <w:rsid w:val="00EC15EB"/>
    <w:rsid w:val="00ED26F8"/>
    <w:rsid w:val="00EE47F0"/>
    <w:rsid w:val="00EE4B09"/>
    <w:rsid w:val="00EF1105"/>
    <w:rsid w:val="00EF7F44"/>
    <w:rsid w:val="00F35DA6"/>
    <w:rsid w:val="00F50474"/>
    <w:rsid w:val="00F57588"/>
    <w:rsid w:val="00F669DE"/>
    <w:rsid w:val="00F67A7C"/>
    <w:rsid w:val="00F75059"/>
    <w:rsid w:val="00F87519"/>
    <w:rsid w:val="00F935D6"/>
    <w:rsid w:val="00F94DB4"/>
    <w:rsid w:val="00F94E63"/>
    <w:rsid w:val="00FA588A"/>
    <w:rsid w:val="00FA6F52"/>
    <w:rsid w:val="00FC232A"/>
    <w:rsid w:val="00FE6E29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F4FDB2"/>
  <w15:chartTrackingRefBased/>
  <w15:docId w15:val="{91E38FCD-1F1F-4260-A22F-C24205A2F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  <w:lang w:val="et-EE" w:eastAsia="et-EE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rsid w:val="00F75059"/>
    <w:rPr>
      <w:rFonts w:eastAsia="Times New Roman"/>
      <w:szCs w:val="22"/>
      <w:lang w:val="et-EE" w:eastAsia="et-EE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  <w:lang w:val="et-EE" w:eastAsia="et-EE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  <w:lang w:val="et-EE" w:eastAsia="et-EE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  <w:lang w:val="et-EE"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  <w:lang w:val="et-EE" w:eastAsia="et-E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rsid w:val="00E47970"/>
    <w:rPr>
      <w:lang w:val="cs-CZ"/>
    </w:rPr>
  </w:style>
  <w:style w:type="character" w:styleId="FootnoteReference">
    <w:name w:val="footnote reference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character" w:styleId="PageNumber">
    <w:name w:val="page number"/>
    <w:basedOn w:val="DefaultParagraphFont"/>
    <w:rsid w:val="00077D32"/>
  </w:style>
  <w:style w:type="character" w:styleId="Strong">
    <w:name w:val="Strong"/>
    <w:basedOn w:val="DefaultParagraphFont"/>
    <w:uiPriority w:val="22"/>
    <w:qFormat/>
    <w:rsid w:val="008F71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8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i.kataster.ee/magic-link/f7576892-d109-46bb-b524-7e219d64910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lvi.mannama@elektrilevi.e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maantee@transpordiame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7EB65F996E4D47A1C714E8BA26E27C" ma:contentTypeVersion="14" ma:contentTypeDescription="Loo uus dokument" ma:contentTypeScope="" ma:versionID="c482aaa704b78bd05443f7b2deedd076">
  <xsd:schema xmlns:xsd="http://www.w3.org/2001/XMLSchema" xmlns:xs="http://www.w3.org/2001/XMLSchema" xmlns:p="http://schemas.microsoft.com/office/2006/metadata/properties" xmlns:ns2="bca19b68-6044-4a09-b4f5-5b73dfa84d8a" xmlns:ns3="a4beee2c-ef5c-45d2-ad94-abe45b7bc706" targetNamespace="http://schemas.microsoft.com/office/2006/metadata/properties" ma:root="true" ma:fieldsID="5c8623c6d324b94bbaf3c99539ac734c" ns2:_="" ns3:_="">
    <xsd:import namespace="bca19b68-6044-4a09-b4f5-5b73dfa84d8a"/>
    <xsd:import namespace="a4beee2c-ef5c-45d2-ad94-abe45b7bc70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a19b68-6044-4a09-b4f5-5b73dfa84d8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93e7e08-db35-4b49-9581-bb367d78c728}" ma:internalName="TaxCatchAll" ma:showField="CatchAllData" ma:web="bca19b68-6044-4a09-b4f5-5b73dfa84d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eee2c-ef5c-45d2-ad94-abe45b7bc70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beee2c-ef5c-45d2-ad94-abe45b7bc706">
      <Terms xmlns="http://schemas.microsoft.com/office/infopath/2007/PartnerControls"/>
    </lcf76f155ced4ddcb4097134ff3c332f>
    <TaxCatchAll xmlns="bca19b68-6044-4a09-b4f5-5b73dfa84d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4E1A27-60B9-46ED-841E-57D1D5C4B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a19b68-6044-4a09-b4f5-5b73dfa84d8a"/>
    <ds:schemaRef ds:uri="a4beee2c-ef5c-45d2-ad94-abe45b7bc7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FFADA1-DE22-451B-B261-D3110FC49290}">
  <ds:schemaRefs>
    <ds:schemaRef ds:uri="http://schemas.microsoft.com/office/2006/metadata/properties"/>
    <ds:schemaRef ds:uri="http://schemas.microsoft.com/office/infopath/2007/PartnerControls"/>
    <ds:schemaRef ds:uri="a4beee2c-ef5c-45d2-ad94-abe45b7bc706"/>
    <ds:schemaRef ds:uri="bca19b68-6044-4a09-b4f5-5b73dfa84d8a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</TotalTime>
  <Pages>1</Pages>
  <Words>250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1700</CharactersWithSpaces>
  <SharedDoc>false</SharedDoc>
  <HLinks>
    <vt:vector size="12" baseType="variant">
      <vt:variant>
        <vt:i4>6619136</vt:i4>
      </vt:variant>
      <vt:variant>
        <vt:i4>3</vt:i4>
      </vt:variant>
      <vt:variant>
        <vt:i4>0</vt:i4>
      </vt:variant>
      <vt:variant>
        <vt:i4>5</vt:i4>
      </vt:variant>
      <vt:variant>
        <vt:lpwstr>mailto:triin.tomingas@fin.ee</vt:lpwstr>
      </vt:variant>
      <vt:variant>
        <vt:lpwstr/>
      </vt:variant>
      <vt:variant>
        <vt:i4>4849782</vt:i4>
      </vt:variant>
      <vt:variant>
        <vt:i4>0</vt:i4>
      </vt:variant>
      <vt:variant>
        <vt:i4>0</vt:i4>
      </vt:variant>
      <vt:variant>
        <vt:i4>5</vt:i4>
      </vt:variant>
      <vt:variant>
        <vt:lpwstr>mailto:info@rahandusministeerium.ee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2021-06-04T12:19:00Z</cp:lastPrinted>
  <dcterms:created xsi:type="dcterms:W3CDTF">2024-06-17T12:32:00Z</dcterms:created>
  <dcterms:modified xsi:type="dcterms:W3CDTF">2024-06-17T12:32:00Z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0x010100567EB65F996E4D47A1C714E8BA26E27C</vt:lpwstr>
  </property>
</Properties>
</file>